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CEF" w:rsidRDefault="000862FC" w:rsidP="000862FC">
      <w:pPr>
        <w:jc w:val="right"/>
      </w:pPr>
      <w:r>
        <w:t>21.9.12</w:t>
      </w:r>
    </w:p>
    <w:p w:rsidR="000862FC" w:rsidRDefault="000862FC" w:rsidP="000862FC">
      <w:r>
        <w:t>Dear parent/guardian.</w:t>
      </w:r>
    </w:p>
    <w:p w:rsidR="000862FC" w:rsidRDefault="000862FC" w:rsidP="000862FC">
      <w:r>
        <w:t>Your child has expressed an interest in joining our scho</w:t>
      </w:r>
      <w:bookmarkStart w:id="0" w:name="_GoBack"/>
      <w:bookmarkEnd w:id="0"/>
      <w:r>
        <w:t xml:space="preserve">ol choir.  A register will be kept and your child will be expected to attend most sessions, and let one of the choir teachers know if they will not be able to attend.  Other pupils can alert the teachers in the case of your child’s absence.  Choir will be run by Mrs Williams and Miss </w:t>
      </w:r>
      <w:proofErr w:type="spellStart"/>
      <w:r>
        <w:t>Pring</w:t>
      </w:r>
      <w:proofErr w:type="spellEnd"/>
      <w:r>
        <w:t xml:space="preserve"> starting Tuesday 25th between 3.30pm and 4.00pm.  Please pick up your children promptly or indicate below if you are happy for your child to walk home on their own.</w:t>
      </w:r>
    </w:p>
    <w:p w:rsidR="000862FC" w:rsidRDefault="000862FC" w:rsidP="000862FC">
      <w:pPr>
        <w:ind w:firstLine="720"/>
      </w:pPr>
      <w:r>
        <w:t>Many thanks,</w:t>
      </w:r>
    </w:p>
    <w:p w:rsidR="000862FC" w:rsidRDefault="000862FC" w:rsidP="000862FC">
      <w:pPr>
        <w:pBdr>
          <w:bottom w:val="single" w:sz="12" w:space="1" w:color="auto"/>
        </w:pBdr>
      </w:pPr>
      <w:r>
        <w:tab/>
      </w:r>
      <w:r>
        <w:tab/>
        <w:t xml:space="preserve">Mrs Williams and Miss </w:t>
      </w:r>
      <w:proofErr w:type="spellStart"/>
      <w:r>
        <w:t>Pring</w:t>
      </w:r>
      <w:proofErr w:type="spellEnd"/>
    </w:p>
    <w:p w:rsidR="000862FC" w:rsidRDefault="000862FC" w:rsidP="000862FC">
      <w:r>
        <w:t>I am happy for my child _________________, in class _____________ to attend choir on a Tuesday after school.</w:t>
      </w:r>
    </w:p>
    <w:p w:rsidR="000862FC" w:rsidRDefault="000862FC" w:rsidP="000862FC">
      <w:r>
        <w:rPr>
          <w:noProof/>
          <w:lang w:eastAsia="en-GB"/>
        </w:rPr>
        <mc:AlternateContent>
          <mc:Choice Requires="wps">
            <w:drawing>
              <wp:anchor distT="0" distB="0" distL="114300" distR="114300" simplePos="0" relativeHeight="251659264" behindDoc="0" locked="0" layoutInCell="1" allowOverlap="1" wp14:editId="36B11C9B">
                <wp:simplePos x="0" y="0"/>
                <wp:positionH relativeFrom="column">
                  <wp:posOffset>3305175</wp:posOffset>
                </wp:positionH>
                <wp:positionV relativeFrom="paragraph">
                  <wp:posOffset>11430</wp:posOffset>
                </wp:positionV>
                <wp:extent cx="333375" cy="2095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9550"/>
                        </a:xfrm>
                        <a:prstGeom prst="rect">
                          <a:avLst/>
                        </a:prstGeom>
                        <a:solidFill>
                          <a:srgbClr val="FFFFFF"/>
                        </a:solidFill>
                        <a:ln w="9525">
                          <a:solidFill>
                            <a:srgbClr val="000000"/>
                          </a:solidFill>
                          <a:miter lim="800000"/>
                          <a:headEnd/>
                          <a:tailEnd/>
                        </a:ln>
                      </wps:spPr>
                      <wps:txbx>
                        <w:txbxContent>
                          <w:p w:rsidR="000862FC" w:rsidRDefault="000862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0.25pt;margin-top:.9pt;width:26.2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">
                <v:textbox>
                  <w:txbxContent>
                    <w:p w:rsidR="000862FC" w:rsidRDefault="000862FC"/>
                  </w:txbxContent>
                </v:textbox>
              </v:shape>
            </w:pict>
          </mc:Fallback>
        </mc:AlternateContent>
      </w:r>
      <w:r>
        <w:t xml:space="preserve">I give permission for my child to walk home </w:t>
      </w:r>
      <w:proofErr w:type="gramStart"/>
      <w:r>
        <w:t>on their own</w:t>
      </w:r>
      <w:proofErr w:type="gramEnd"/>
      <w:r>
        <w:t xml:space="preserve">              </w:t>
      </w:r>
    </w:p>
    <w:p w:rsidR="000862FC" w:rsidRDefault="000862FC" w:rsidP="000862FC">
      <w:r>
        <w:t>Signed__________________ (parent/guardian)</w:t>
      </w:r>
    </w:p>
    <w:p w:rsidR="000862FC" w:rsidRDefault="000862FC" w:rsidP="000862FC"/>
    <w:p w:rsidR="000862FC" w:rsidRDefault="000862FC" w:rsidP="000862FC">
      <w:pPr>
        <w:jc w:val="right"/>
      </w:pPr>
      <w:r>
        <w:t>21.9.12</w:t>
      </w:r>
    </w:p>
    <w:p w:rsidR="000862FC" w:rsidRDefault="000862FC" w:rsidP="000862FC">
      <w:r>
        <w:t>Dear parent/guardian.</w:t>
      </w:r>
    </w:p>
    <w:p w:rsidR="000862FC" w:rsidRDefault="000862FC" w:rsidP="000862FC">
      <w:r>
        <w:t xml:space="preserve">Your child has expressed an interest in joining our school choir.  A register will be kept and your child will be expected to attend most sessions, and let one of the choir teachers know if they will not be able to attend.  Other pupils can alert the teachers in the case of your child’s absence.  Choir will be run by Mrs Williams and Miss </w:t>
      </w:r>
      <w:proofErr w:type="spellStart"/>
      <w:r>
        <w:t>Pring</w:t>
      </w:r>
      <w:proofErr w:type="spellEnd"/>
      <w:r>
        <w:t xml:space="preserve"> starting Tuesday 25th between 3.30pm and 4.00pm.  Please pick up your children promptly or indicate below if you are happy for your child to walk home on their own.</w:t>
      </w:r>
    </w:p>
    <w:p w:rsidR="000862FC" w:rsidRDefault="000862FC" w:rsidP="000862FC">
      <w:pPr>
        <w:ind w:firstLine="720"/>
      </w:pPr>
      <w:r>
        <w:t>Many thanks,</w:t>
      </w:r>
    </w:p>
    <w:p w:rsidR="000862FC" w:rsidRDefault="000862FC" w:rsidP="000862FC">
      <w:pPr>
        <w:pBdr>
          <w:bottom w:val="single" w:sz="12" w:space="1" w:color="auto"/>
        </w:pBdr>
      </w:pPr>
      <w:r>
        <w:tab/>
      </w:r>
      <w:r>
        <w:tab/>
        <w:t xml:space="preserve">Mrs Williams and Miss </w:t>
      </w:r>
      <w:proofErr w:type="spellStart"/>
      <w:r>
        <w:t>Pring</w:t>
      </w:r>
      <w:proofErr w:type="spellEnd"/>
    </w:p>
    <w:p w:rsidR="000862FC" w:rsidRDefault="000862FC" w:rsidP="000862FC">
      <w:r>
        <w:t>I am happy for my child _________________, in class _____________ to attend choir on a Tuesday after school.</w:t>
      </w:r>
    </w:p>
    <w:p w:rsidR="000862FC" w:rsidRDefault="000862FC" w:rsidP="000862FC">
      <w:r>
        <w:rPr>
          <w:noProof/>
          <w:lang w:eastAsia="en-GB"/>
        </w:rPr>
        <mc:AlternateContent>
          <mc:Choice Requires="wps">
            <w:drawing>
              <wp:anchor distT="0" distB="0" distL="114300" distR="114300" simplePos="0" relativeHeight="251661312" behindDoc="0" locked="0" layoutInCell="1" allowOverlap="1" wp14:anchorId="4EF3B4D2" wp14:editId="766CC689">
                <wp:simplePos x="0" y="0"/>
                <wp:positionH relativeFrom="column">
                  <wp:posOffset>3305175</wp:posOffset>
                </wp:positionH>
                <wp:positionV relativeFrom="paragraph">
                  <wp:posOffset>11430</wp:posOffset>
                </wp:positionV>
                <wp:extent cx="333375" cy="2095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9550"/>
                        </a:xfrm>
                        <a:prstGeom prst="rect">
                          <a:avLst/>
                        </a:prstGeom>
                        <a:solidFill>
                          <a:srgbClr val="FFFFFF"/>
                        </a:solidFill>
                        <a:ln w="9525">
                          <a:solidFill>
                            <a:srgbClr val="000000"/>
                          </a:solidFill>
                          <a:miter lim="800000"/>
                          <a:headEnd/>
                          <a:tailEnd/>
                        </a:ln>
                      </wps:spPr>
                      <wps:txbx>
                        <w:txbxContent>
                          <w:p w:rsidR="000862FC" w:rsidRDefault="000862FC" w:rsidP="000862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60.25pt;margin-top:.9pt;width:26.2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">
                <v:textbox>
                  <w:txbxContent>
                    <w:p w:rsidR="000862FC" w:rsidRDefault="000862FC" w:rsidP="000862FC"/>
                  </w:txbxContent>
                </v:textbox>
              </v:shape>
            </w:pict>
          </mc:Fallback>
        </mc:AlternateContent>
      </w:r>
      <w:r>
        <w:t xml:space="preserve">I give permission for my child to walk home </w:t>
      </w:r>
      <w:proofErr w:type="gramStart"/>
      <w:r>
        <w:t>on their own</w:t>
      </w:r>
      <w:proofErr w:type="gramEnd"/>
      <w:r>
        <w:t xml:space="preserve">              </w:t>
      </w:r>
    </w:p>
    <w:p w:rsidR="000862FC" w:rsidRDefault="000862FC" w:rsidP="000862FC">
      <w:r>
        <w:t>Signed__________________ (parent/guardian)</w:t>
      </w:r>
    </w:p>
    <w:p w:rsidR="000862FC" w:rsidRDefault="000862FC" w:rsidP="000862FC"/>
    <w:sectPr w:rsidR="000862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2FC"/>
    <w:rsid w:val="000862FC"/>
    <w:rsid w:val="00CA0CEF"/>
    <w:rsid w:val="00DA73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6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2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6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2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F3A57C2C</Template>
  <TotalTime>267</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Hawthorn Primary School</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2012-09-19T08:56:00Z</cp:lastPrinted>
  <dcterms:created xsi:type="dcterms:W3CDTF">2012-09-19T07:31:00Z</dcterms:created>
  <dcterms:modified xsi:type="dcterms:W3CDTF">2012-09-19T11:58:00Z</dcterms:modified>
</cp:coreProperties>
</file>