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B8" w:rsidRDefault="00A571B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77798" wp14:editId="28A3F6F5">
                <wp:simplePos x="0" y="0"/>
                <wp:positionH relativeFrom="column">
                  <wp:posOffset>1181100</wp:posOffset>
                </wp:positionH>
                <wp:positionV relativeFrom="paragraph">
                  <wp:posOffset>-638175</wp:posOffset>
                </wp:positionV>
                <wp:extent cx="5657850" cy="12382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850" cy="1238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571B8" w:rsidRPr="00A571B8" w:rsidRDefault="00A571B8" w:rsidP="00A571B8">
                            <w:pPr>
                              <w:rPr>
                                <w:b/>
                                <w:caps/>
                                <w:sz w:val="120"/>
                                <w:szCs w:val="120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sz w:val="144"/>
                                <w:szCs w:val="144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 </w:t>
                            </w:r>
                            <w:r w:rsidRPr="00A571B8">
                              <w:rPr>
                                <w:b/>
                                <w:caps/>
                                <w:sz w:val="120"/>
                                <w:szCs w:val="120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Tuck 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3pt;margin-top:-50.25pt;width:445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" filled="f" stroked="f">
                <v:fill o:detectmouseclick="t"/>
                <v:textbox>
                  <w:txbxContent>
                    <w:p w:rsidR="00A571B8" w:rsidRPr="00A571B8" w:rsidRDefault="00A571B8" w:rsidP="00A571B8">
                      <w:pPr>
                        <w:rPr>
                          <w:b/>
                          <w:caps/>
                          <w:sz w:val="120"/>
                          <w:szCs w:val="120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sz w:val="144"/>
                          <w:szCs w:val="144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 </w:t>
                      </w:r>
                      <w:r w:rsidRPr="00A571B8">
                        <w:rPr>
                          <w:b/>
                          <w:caps/>
                          <w:sz w:val="120"/>
                          <w:szCs w:val="120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Tuck Shop</w:t>
                      </w:r>
                    </w:p>
                  </w:txbxContent>
                </v:textbox>
              </v:shape>
            </w:pict>
          </mc:Fallback>
        </mc:AlternateContent>
      </w:r>
    </w:p>
    <w:p w:rsidR="00A571B8" w:rsidRDefault="00A571B8"/>
    <w:p w:rsidR="00A571B8" w:rsidRDefault="00A571B8"/>
    <w:p w:rsidR="00A571B8" w:rsidRDefault="00A571B8">
      <w:pPr>
        <w:rPr>
          <w:rFonts w:ascii="Comic Sans MS" w:hAnsi="Comic Sans MS"/>
          <w:sz w:val="32"/>
          <w:szCs w:val="32"/>
        </w:rPr>
      </w:pPr>
      <w:r w:rsidRPr="00A571B8">
        <w:rPr>
          <w:rFonts w:ascii="Comic Sans MS" w:hAnsi="Comic Sans MS"/>
          <w:sz w:val="32"/>
          <w:szCs w:val="32"/>
        </w:rPr>
        <w:t xml:space="preserve">Tuck shop is run by children from year 6 and over seen by Miss Evans. Are aim is to provide pupils with the opportunity to buy </w:t>
      </w:r>
      <w:r w:rsidRPr="00A571B8">
        <w:rPr>
          <w:rFonts w:ascii="Comic Sans MS" w:hAnsi="Comic Sans MS"/>
          <w:b/>
          <w:sz w:val="32"/>
          <w:szCs w:val="32"/>
          <w:u w:val="single"/>
        </w:rPr>
        <w:t>healthy</w:t>
      </w:r>
      <w:r w:rsidRPr="00A571B8">
        <w:rPr>
          <w:rFonts w:ascii="Comic Sans MS" w:hAnsi="Comic Sans MS"/>
          <w:sz w:val="32"/>
          <w:szCs w:val="32"/>
        </w:rPr>
        <w:t xml:space="preserve"> snacks during morning break. We are a healthy eating school no chocolate or crisps are permitted at playtimes. </w:t>
      </w:r>
    </w:p>
    <w:p w:rsidR="00A571B8" w:rsidRPr="00A571B8" w:rsidRDefault="00A571B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en-GB"/>
        </w:rPr>
        <w:drawing>
          <wp:anchor distT="0" distB="0" distL="114300" distR="114300" simplePos="0" relativeHeight="251661312" behindDoc="1" locked="0" layoutInCell="1" allowOverlap="1" wp14:anchorId="1BE017AD" wp14:editId="7EF91BD7">
            <wp:simplePos x="0" y="0"/>
            <wp:positionH relativeFrom="column">
              <wp:posOffset>3810000</wp:posOffset>
            </wp:positionH>
            <wp:positionV relativeFrom="paragraph">
              <wp:posOffset>422275</wp:posOffset>
            </wp:positionV>
            <wp:extent cx="2149198" cy="1952625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CAFPHGX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9198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71B8" w:rsidRPr="00A571B8" w:rsidRDefault="00A571B8" w:rsidP="00A571B8">
      <w:pPr>
        <w:spacing w:line="240" w:lineRule="auto"/>
        <w:rPr>
          <w:rFonts w:ascii="Comic Sans MS" w:hAnsi="Comic Sans MS"/>
          <w:sz w:val="32"/>
          <w:szCs w:val="32"/>
          <w:u w:val="single"/>
        </w:rPr>
      </w:pPr>
      <w:r w:rsidRPr="00A571B8">
        <w:rPr>
          <w:rFonts w:ascii="Comic Sans MS" w:hAnsi="Comic Sans MS"/>
          <w:sz w:val="32"/>
          <w:szCs w:val="32"/>
          <w:u w:val="single"/>
        </w:rPr>
        <w:t>Tuck shop sells:</w:t>
      </w:r>
    </w:p>
    <w:p w:rsidR="00A571B8" w:rsidRPr="00A571B8" w:rsidRDefault="00A571B8" w:rsidP="00A571B8">
      <w:pPr>
        <w:spacing w:line="240" w:lineRule="auto"/>
        <w:rPr>
          <w:rFonts w:ascii="Comic Sans MS" w:hAnsi="Comic Sans MS"/>
          <w:sz w:val="32"/>
          <w:szCs w:val="32"/>
        </w:rPr>
      </w:pPr>
      <w:r w:rsidRPr="00A571B8">
        <w:rPr>
          <w:rFonts w:ascii="Comic Sans MS" w:hAnsi="Comic Sans MS"/>
          <w:sz w:val="32"/>
          <w:szCs w:val="32"/>
        </w:rPr>
        <w:t>Breakfast biscuits      30p</w:t>
      </w:r>
    </w:p>
    <w:p w:rsidR="00A571B8" w:rsidRPr="00A571B8" w:rsidRDefault="00A571B8" w:rsidP="00A571B8">
      <w:pPr>
        <w:spacing w:line="240" w:lineRule="auto"/>
        <w:rPr>
          <w:rFonts w:ascii="Comic Sans MS" w:hAnsi="Comic Sans MS"/>
          <w:sz w:val="32"/>
          <w:szCs w:val="32"/>
        </w:rPr>
      </w:pPr>
      <w:r w:rsidRPr="00A571B8">
        <w:rPr>
          <w:rFonts w:ascii="Comic Sans MS" w:hAnsi="Comic Sans MS"/>
          <w:sz w:val="32"/>
          <w:szCs w:val="32"/>
        </w:rPr>
        <w:t>Cheese crackers         30p</w:t>
      </w:r>
    </w:p>
    <w:p w:rsidR="00A571B8" w:rsidRPr="00A571B8" w:rsidRDefault="00A571B8" w:rsidP="00A571B8">
      <w:pPr>
        <w:spacing w:line="240" w:lineRule="auto"/>
        <w:rPr>
          <w:rFonts w:ascii="Comic Sans MS" w:hAnsi="Comic Sans MS"/>
          <w:sz w:val="32"/>
          <w:szCs w:val="32"/>
        </w:rPr>
      </w:pPr>
      <w:r w:rsidRPr="00A571B8">
        <w:rPr>
          <w:rFonts w:ascii="Comic Sans MS" w:hAnsi="Comic Sans MS"/>
          <w:sz w:val="32"/>
          <w:szCs w:val="32"/>
        </w:rPr>
        <w:t>Wholemeal crackers   30p</w:t>
      </w:r>
      <w:r>
        <w:rPr>
          <w:rFonts w:ascii="Comic Sans MS" w:hAnsi="Comic Sans MS"/>
          <w:sz w:val="32"/>
          <w:szCs w:val="32"/>
        </w:rPr>
        <w:t xml:space="preserve">  </w:t>
      </w:r>
      <w:bookmarkStart w:id="0" w:name="_GoBack"/>
      <w:bookmarkEnd w:id="0"/>
    </w:p>
    <w:p w:rsidR="00A571B8" w:rsidRDefault="00A571B8" w:rsidP="00A571B8">
      <w:pPr>
        <w:spacing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en-GB"/>
        </w:rPr>
        <w:drawing>
          <wp:anchor distT="0" distB="0" distL="114300" distR="114300" simplePos="0" relativeHeight="251660288" behindDoc="1" locked="0" layoutInCell="1" allowOverlap="1" wp14:anchorId="092D2376" wp14:editId="23B618BF">
            <wp:simplePos x="0" y="0"/>
            <wp:positionH relativeFrom="column">
              <wp:posOffset>5525770</wp:posOffset>
            </wp:positionH>
            <wp:positionV relativeFrom="paragraph">
              <wp:posOffset>214630</wp:posOffset>
            </wp:positionV>
            <wp:extent cx="4408170" cy="2057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t-healthy-easydietlabels32k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817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71B8">
        <w:rPr>
          <w:rFonts w:ascii="Comic Sans MS" w:hAnsi="Comic Sans MS"/>
          <w:sz w:val="32"/>
          <w:szCs w:val="32"/>
        </w:rPr>
        <w:t>Yogurt drinks             30p</w:t>
      </w:r>
    </w:p>
    <w:p w:rsidR="00A571B8" w:rsidRDefault="00A571B8" w:rsidP="00A571B8">
      <w:pPr>
        <w:spacing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Cheese                       30p</w:t>
      </w:r>
    </w:p>
    <w:p w:rsidR="00A571B8" w:rsidRDefault="00A571B8" w:rsidP="00A571B8">
      <w:pPr>
        <w:spacing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Cup drinks                  20p</w:t>
      </w:r>
    </w:p>
    <w:p w:rsidR="00A571B8" w:rsidRDefault="00A571B8" w:rsidP="00A571B8">
      <w:pPr>
        <w:spacing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Variety of fruit          20p</w:t>
      </w:r>
    </w:p>
    <w:p w:rsidR="00A571B8" w:rsidRPr="00A571B8" w:rsidRDefault="00A571B8" w:rsidP="00A571B8">
      <w:pPr>
        <w:spacing w:line="240" w:lineRule="auto"/>
        <w:rPr>
          <w:rFonts w:ascii="Comic Sans MS" w:hAnsi="Comic Sans MS"/>
          <w:sz w:val="32"/>
          <w:szCs w:val="32"/>
        </w:rPr>
      </w:pPr>
    </w:p>
    <w:p w:rsidR="00A571B8" w:rsidRDefault="00A571B8">
      <w:pPr>
        <w:rPr>
          <w:rFonts w:ascii="Comic Sans MS" w:hAnsi="Comic Sans MS"/>
          <w:sz w:val="36"/>
          <w:szCs w:val="36"/>
        </w:rPr>
      </w:pPr>
    </w:p>
    <w:p w:rsidR="00A571B8" w:rsidRPr="00A571B8" w:rsidRDefault="00A571B8">
      <w:pPr>
        <w:rPr>
          <w:rFonts w:ascii="Comic Sans MS" w:hAnsi="Comic Sans MS"/>
          <w:sz w:val="36"/>
          <w:szCs w:val="36"/>
        </w:rPr>
      </w:pPr>
    </w:p>
    <w:sectPr w:rsidR="00A571B8" w:rsidRPr="00A571B8" w:rsidSect="00A571B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1B8"/>
    <w:rsid w:val="007B5BBA"/>
    <w:rsid w:val="009B79E3"/>
    <w:rsid w:val="00A5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1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1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5DBCE32E</Template>
  <TotalTime>37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2013-04-12T10:13:00Z</dcterms:created>
  <dcterms:modified xsi:type="dcterms:W3CDTF">2013-04-12T10:50:00Z</dcterms:modified>
</cp:coreProperties>
</file>